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C74FBA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 w:rsidRPr="00C74FBA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735B26D5" w14:textId="232508D1" w:rsidR="0009451F" w:rsidRDefault="008204E2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8204E2">
        <w:rPr>
          <w:rFonts w:cs="Arial"/>
          <w:b/>
          <w:bCs/>
          <w:sz w:val="32"/>
          <w:szCs w:val="32"/>
        </w:rPr>
        <w:t>FEMA.03.01-IP.01-080/25</w:t>
      </w:r>
    </w:p>
    <w:p w14:paraId="6C34BEAC" w14:textId="77777777" w:rsidR="008204E2" w:rsidRPr="006C1195" w:rsidRDefault="008204E2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55205068" w14:textId="543B48E7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Priorytet </w:t>
      </w:r>
      <w:r w:rsidR="0009451F">
        <w:rPr>
          <w:rFonts w:cs="Arial"/>
          <w:b/>
          <w:sz w:val="32"/>
          <w:szCs w:val="32"/>
        </w:rPr>
        <w:t>III</w:t>
      </w:r>
    </w:p>
    <w:bookmarkEnd w:id="0"/>
    <w:p w14:paraId="37CE1008" w14:textId="4F8AADF2" w:rsidR="00485B77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09451F">
        <w:rPr>
          <w:rFonts w:cs="Arial"/>
          <w:b/>
          <w:bCs/>
          <w:sz w:val="32"/>
          <w:szCs w:val="32"/>
        </w:rPr>
        <w:t>Fundusze Europejskie na rozwój mobilności miejskiej na Mazowszu</w:t>
      </w:r>
    </w:p>
    <w:p w14:paraId="30A7A7BE" w14:textId="77777777" w:rsidR="0009451F" w:rsidRPr="006C1195" w:rsidRDefault="0009451F" w:rsidP="006C1195">
      <w:pPr>
        <w:spacing w:after="0"/>
        <w:jc w:val="center"/>
        <w:rPr>
          <w:rFonts w:cs="Arial"/>
          <w:b/>
          <w:sz w:val="32"/>
          <w:szCs w:val="32"/>
        </w:rPr>
      </w:pPr>
    </w:p>
    <w:p w14:paraId="4A9D65E6" w14:textId="362ECAE3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Działanie </w:t>
      </w:r>
      <w:r w:rsidR="0009451F">
        <w:rPr>
          <w:rFonts w:cs="Arial"/>
          <w:b/>
          <w:sz w:val="32"/>
          <w:szCs w:val="32"/>
        </w:rPr>
        <w:t>3.</w:t>
      </w:r>
      <w:r w:rsidR="008204E2">
        <w:rPr>
          <w:rFonts w:cs="Arial"/>
          <w:b/>
          <w:sz w:val="32"/>
          <w:szCs w:val="32"/>
        </w:rPr>
        <w:t>1</w:t>
      </w:r>
    </w:p>
    <w:p w14:paraId="3C2A336B" w14:textId="77777777" w:rsidR="008204E2" w:rsidRPr="008204E2" w:rsidRDefault="008204E2" w:rsidP="008204E2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8204E2">
        <w:rPr>
          <w:rFonts w:cs="Arial"/>
          <w:b/>
          <w:bCs/>
          <w:sz w:val="32"/>
          <w:szCs w:val="32"/>
        </w:rPr>
        <w:t>Mobilność miejska</w:t>
      </w:r>
    </w:p>
    <w:p w14:paraId="43589F6F" w14:textId="77777777" w:rsidR="0009451F" w:rsidRPr="006C1195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B97929F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Typ projektu</w:t>
      </w:r>
    </w:p>
    <w:p w14:paraId="2AF12FDD" w14:textId="77777777" w:rsidR="008204E2" w:rsidRPr="008204E2" w:rsidRDefault="008204E2" w:rsidP="008204E2">
      <w:pPr>
        <w:spacing w:before="120" w:after="0" w:line="480" w:lineRule="auto"/>
        <w:jc w:val="center"/>
        <w:rPr>
          <w:rFonts w:cs="Calibri"/>
          <w:b/>
          <w:bCs/>
          <w:sz w:val="32"/>
          <w:szCs w:val="32"/>
        </w:rPr>
      </w:pPr>
      <w:r w:rsidRPr="008204E2">
        <w:rPr>
          <w:rFonts w:cs="Calibri"/>
          <w:b/>
          <w:bCs/>
          <w:sz w:val="32"/>
          <w:szCs w:val="32"/>
        </w:rPr>
        <w:t>Budowa i przebudowa infrastruktury transportu publicznego</w:t>
      </w:r>
    </w:p>
    <w:p w14:paraId="2BEB0CD6" w14:textId="7E0CF882" w:rsidR="00060ABC" w:rsidRPr="00C74FBA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  <w:highlight w:val="yellow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372DBC48" w14:textId="77777777" w:rsid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1CC1A32D" w14:textId="77777777" w:rsidR="008204E2" w:rsidRPr="00C74FBA" w:rsidRDefault="008204E2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54555C7C" w14:textId="4A7FECDA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09451F">
        <w:rPr>
          <w:rFonts w:cs="Arial"/>
          <w:b/>
          <w:bCs/>
          <w:color w:val="000000" w:themeColor="text1"/>
          <w:sz w:val="28"/>
          <w:szCs w:val="28"/>
        </w:rPr>
        <w:t>2</w:t>
      </w:r>
      <w:r w:rsidR="008204E2">
        <w:rPr>
          <w:rFonts w:cs="Arial"/>
          <w:b/>
          <w:bCs/>
          <w:color w:val="000000" w:themeColor="text1"/>
          <w:sz w:val="28"/>
          <w:szCs w:val="28"/>
        </w:rPr>
        <w:t>8 listopada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C74FBA" w:rsidRPr="00307EEC">
        <w:rPr>
          <w:rFonts w:cs="Arial"/>
          <w:b/>
          <w:bCs/>
          <w:color w:val="000000" w:themeColor="text1"/>
          <w:sz w:val="28"/>
          <w:szCs w:val="28"/>
        </w:rPr>
        <w:t>2025</w:t>
      </w: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563D2790" w14:textId="77777777" w:rsidR="006C1195" w:rsidRDefault="006C1195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746ED598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215766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36A6161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34EC347F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328DA4A3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3A17978E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7FBBD9D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5F84F429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1B430B1A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60DD979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3631ADC2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7A575E2E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294ABFB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4CE5D099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4DDC32B0" w14:textId="70C2F756" w:rsidR="00C74FBA" w:rsidRDefault="006C1195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1" w:name="_Hlk177022014"/>
      <w:bookmarkStart w:id="22" w:name="_Toc130891070"/>
      <w:r w:rsidRPr="006C1195">
        <w:rPr>
          <w:rFonts w:asciiTheme="minorHAnsi" w:hAnsiTheme="minorHAnsi" w:cstheme="minorHAnsi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28D08" w14:textId="77777777" w:rsidR="00B052FF" w:rsidRDefault="00B052FF" w:rsidP="00FE74CD">
      <w:pPr>
        <w:spacing w:after="0" w:line="240" w:lineRule="auto"/>
      </w:pPr>
      <w:r>
        <w:separator/>
      </w:r>
    </w:p>
  </w:endnote>
  <w:endnote w:type="continuationSeparator" w:id="0">
    <w:p w14:paraId="764F8666" w14:textId="77777777" w:rsidR="00B052FF" w:rsidRDefault="00B052FF" w:rsidP="00FE74CD">
      <w:pPr>
        <w:spacing w:after="0" w:line="240" w:lineRule="auto"/>
      </w:pPr>
      <w:r>
        <w:continuationSeparator/>
      </w:r>
    </w:p>
  </w:endnote>
  <w:endnote w:type="continuationNotice" w:id="1">
    <w:p w14:paraId="3D09FFDB" w14:textId="77777777" w:rsidR="00B052FF" w:rsidRDefault="00B052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3057B" w14:textId="77777777" w:rsidR="00B052FF" w:rsidRDefault="00B052FF" w:rsidP="00FE74CD">
      <w:pPr>
        <w:spacing w:after="0" w:line="240" w:lineRule="auto"/>
      </w:pPr>
      <w:r>
        <w:separator/>
      </w:r>
    </w:p>
  </w:footnote>
  <w:footnote w:type="continuationSeparator" w:id="0">
    <w:p w14:paraId="1CC028EF" w14:textId="77777777" w:rsidR="00B052FF" w:rsidRDefault="00B052FF" w:rsidP="00FE74CD">
      <w:pPr>
        <w:spacing w:after="0" w:line="240" w:lineRule="auto"/>
      </w:pPr>
      <w:r>
        <w:continuationSeparator/>
      </w:r>
    </w:p>
  </w:footnote>
  <w:footnote w:type="continuationNotice" w:id="1">
    <w:p w14:paraId="794185EC" w14:textId="77777777" w:rsidR="00B052FF" w:rsidRDefault="00B052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451F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4D6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1F4C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04E2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64BF2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0E44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52F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9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4C15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0</TotalTime>
  <Pages>8</Pages>
  <Words>2082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2025-04-08T07:01:00Z</cp:lastPrinted>
  <dcterms:created xsi:type="dcterms:W3CDTF">2025-11-19T07:37:00Z</dcterms:created>
  <dcterms:modified xsi:type="dcterms:W3CDTF">2025-11-19T07:37:00Z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